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50C82" w14:textId="77777777" w:rsidR="005C0108" w:rsidRPr="00F1143E" w:rsidRDefault="005C0108" w:rsidP="00F1143E">
      <w:pPr>
        <w:jc w:val="both"/>
        <w:rPr>
          <w:rFonts w:ascii="Calibri" w:hAnsi="Calibri" w:cs="Calibri"/>
        </w:rPr>
      </w:pPr>
    </w:p>
    <w:p w14:paraId="74FDC1D9" w14:textId="77777777" w:rsidR="0016540B" w:rsidRPr="00F1143E" w:rsidRDefault="00C57EC0" w:rsidP="00F1143E">
      <w:pPr>
        <w:ind w:left="709"/>
        <w:jc w:val="right"/>
        <w:rPr>
          <w:rFonts w:ascii="Calibri" w:hAnsi="Calibri" w:cs="Calibri"/>
        </w:rPr>
      </w:pPr>
      <w:r w:rsidRPr="00F1143E">
        <w:rPr>
          <w:rFonts w:ascii="Calibri" w:hAnsi="Calibri" w:cs="Calibri"/>
        </w:rPr>
        <w:t xml:space="preserve">Anexa </w:t>
      </w:r>
      <w:r w:rsidR="00D3649F" w:rsidRPr="00F1143E">
        <w:rPr>
          <w:rFonts w:ascii="Calibri" w:hAnsi="Calibri" w:cs="Calibri"/>
        </w:rPr>
        <w:t>12</w:t>
      </w:r>
    </w:p>
    <w:p w14:paraId="46028DF4" w14:textId="77777777" w:rsidR="0016540B" w:rsidRPr="00F1143E" w:rsidRDefault="0016540B" w:rsidP="00F1143E">
      <w:pPr>
        <w:jc w:val="both"/>
      </w:pPr>
    </w:p>
    <w:p w14:paraId="7141579B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bookmarkStart w:id="0" w:name="_Hlk137563201"/>
      <w:r w:rsidRPr="00B51BDD">
        <w:rPr>
          <w:rFonts w:ascii="Calibri" w:eastAsia="Calibri" w:hAnsi="Calibri" w:cs="Calibri"/>
          <w:b/>
        </w:rPr>
        <w:t>Programul Regiunea Centru</w:t>
      </w:r>
    </w:p>
    <w:p w14:paraId="72CAD881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 xml:space="preserve">Prioritatea 1 O regiune competitivă prin inovare și întreprinderi dinamice pentru o economie inteligentă </w:t>
      </w:r>
    </w:p>
    <w:p w14:paraId="6AE0CF29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OS 1.1 (i) Dezvoltarea și creșterea capacităţilor de cercetare și inovare și adoptarea</w:t>
      </w:r>
    </w:p>
    <w:p w14:paraId="4D78534D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tehnologiilor avansate</w:t>
      </w:r>
    </w:p>
    <w:p w14:paraId="1C20911C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OS 1.4 (iv) Dezvoltarea competenţelor pentru specializare inteligentă, tranziţie</w:t>
      </w:r>
    </w:p>
    <w:p w14:paraId="286B945F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industrială și antreprenoriat</w:t>
      </w:r>
    </w:p>
    <w:p w14:paraId="4227D901" w14:textId="77777777" w:rsidR="00B51BDD" w:rsidRPr="00B51BDD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Acțiunea 3: Întreprinderi inovative pentru o regiune inovativă</w:t>
      </w:r>
    </w:p>
    <w:p w14:paraId="5195A6A5" w14:textId="1C085E72" w:rsidR="003C2B68" w:rsidRPr="00F1143E" w:rsidRDefault="00B51BDD" w:rsidP="00B51BDD">
      <w:pPr>
        <w:pStyle w:val="Antet"/>
        <w:jc w:val="both"/>
        <w:rPr>
          <w:rFonts w:ascii="Calibri" w:eastAsia="Calibri" w:hAnsi="Calibri" w:cs="Calibri"/>
          <w:b/>
        </w:rPr>
      </w:pPr>
      <w:r w:rsidRPr="00B51BDD">
        <w:rPr>
          <w:rFonts w:ascii="Calibri" w:eastAsia="Calibri" w:hAnsi="Calibri" w:cs="Calibri"/>
          <w:b/>
        </w:rPr>
        <w:t>Intervenția 1.3.</w:t>
      </w:r>
      <w:r w:rsidR="0028058F">
        <w:rPr>
          <w:rFonts w:ascii="Calibri" w:eastAsia="Calibri" w:hAnsi="Calibri" w:cs="Calibri"/>
          <w:b/>
        </w:rPr>
        <w:t>1</w:t>
      </w:r>
      <w:r w:rsidRPr="00B51BDD">
        <w:rPr>
          <w:rFonts w:ascii="Calibri" w:eastAsia="Calibri" w:hAnsi="Calibri" w:cs="Calibri"/>
          <w:b/>
        </w:rPr>
        <w:t xml:space="preserve"> Trecerea de la idee la piață</w:t>
      </w:r>
    </w:p>
    <w:p w14:paraId="7526E51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</w:p>
    <w:p w14:paraId="702F01A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b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 xml:space="preserve">Decizia Asociatului unic/Hotărâre AGA de aprobare a proiectului și a </w:t>
      </w:r>
    </w:p>
    <w:p w14:paraId="565EAE3E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b/>
          <w:noProof w:val="0"/>
          <w:lang w:eastAsia="en-US"/>
        </w:rPr>
        <w:t>cheltuielilor legate de proiect</w:t>
      </w:r>
      <w:r w:rsidRPr="00F1143E">
        <w:rPr>
          <w:rFonts w:ascii="Calibri" w:eastAsia="Calibri" w:hAnsi="Calibri"/>
          <w:noProof w:val="0"/>
          <w:lang w:eastAsia="en-US"/>
        </w:rPr>
        <w:t xml:space="preserve"> - model recomandat</w:t>
      </w:r>
    </w:p>
    <w:p w14:paraId="094F6D40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471ED2DE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048C655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Decizia Asociatului Unic al ........./Hotărârea Generală a Asociațiilor/Acționarilor .........</w:t>
      </w:r>
    </w:p>
    <w:p w14:paraId="19189A8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nr. ..... din data de.....</w:t>
      </w:r>
    </w:p>
    <w:p w14:paraId="5FEC809C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0F0EC587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14:paraId="44BC9240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114382A9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 DECIS/AU HOTĂRÂT</w:t>
      </w:r>
    </w:p>
    <w:p w14:paraId="65F845F7" w14:textId="1319CDD8" w:rsidR="00F864BD" w:rsidRPr="00F1143E" w:rsidRDefault="00F864BD" w:rsidP="00B51BDD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 xml:space="preserve">ART 1. Se aprobă proiectul cu titlul &lt;Titlu proiect&gt;, în vederea finanțării în cadrul Programului Regiunea Centru, Prioritatea 1 - O regiune competitivă prin inovare și întreprinderi dinamice pentru o economie inteligentă, </w:t>
      </w:r>
      <w:r w:rsidR="00B51BDD" w:rsidRPr="00B51BDD">
        <w:rPr>
          <w:rFonts w:ascii="Calibri" w:eastAsia="Calibri" w:hAnsi="Calibri"/>
          <w:noProof w:val="0"/>
          <w:lang w:eastAsia="en-US"/>
        </w:rPr>
        <w:t>Acțiunea 3: Întreprinderi inovative pentru o regiune inovativă</w:t>
      </w:r>
      <w:r w:rsidR="00B51BDD">
        <w:rPr>
          <w:rFonts w:ascii="Calibri" w:eastAsia="Calibri" w:hAnsi="Calibri"/>
          <w:noProof w:val="0"/>
          <w:lang w:eastAsia="en-US"/>
        </w:rPr>
        <w:t xml:space="preserve">, </w:t>
      </w:r>
      <w:r w:rsidR="00B51BDD" w:rsidRPr="00B51BDD">
        <w:rPr>
          <w:rFonts w:ascii="Calibri" w:eastAsia="Calibri" w:hAnsi="Calibri"/>
          <w:noProof w:val="0"/>
          <w:lang w:eastAsia="en-US"/>
        </w:rPr>
        <w:t>Intervenția 1.3.3 Trecerea de la idee la piață</w:t>
      </w:r>
      <w:r w:rsidRPr="00F1143E">
        <w:rPr>
          <w:rFonts w:ascii="Calibri" w:eastAsia="Calibri" w:hAnsi="Calibri"/>
          <w:noProof w:val="0"/>
          <w:lang w:eastAsia="en-US"/>
        </w:rPr>
        <w:t>.</w:t>
      </w:r>
    </w:p>
    <w:p w14:paraId="00A0F3E5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2. Se aprobă valoarea totală a proiectului prevăzut la art. 1 în cuantum de &lt;suma în cifre&gt; lei, inclusiv TVA, din care valoarea totală eligibilă &lt;suma în cifre&gt; lei și valoarea totală neeligibilă &lt;suma în cifre&gt; lei.</w:t>
      </w:r>
    </w:p>
    <w:p w14:paraId="39B93F8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3. Se aprobă contribuția proprie în proiect a &lt;denumire solicitant de finanțare&gt;, în cuantum de &lt;suma în cifre&gt; lei, formată din:</w:t>
      </w:r>
    </w:p>
    <w:p w14:paraId="12C705BF" w14:textId="77777777"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respectiv ....% din valoarea totală eligibilă a proiectului, reprezentând cofinanțarea proiectului;</w:t>
      </w:r>
    </w:p>
    <w:p w14:paraId="78343E4F" w14:textId="77777777" w:rsidR="00F864BD" w:rsidRPr="00F1143E" w:rsidRDefault="00F864BD" w:rsidP="00F1143E">
      <w:pPr>
        <w:numPr>
          <w:ilvl w:val="0"/>
          <w:numId w:val="17"/>
        </w:numPr>
        <w:spacing w:after="160" w:line="259" w:lineRule="auto"/>
        <w:contextualSpacing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... lei, reprezentând valoarea totală neeligibilă a proiectului.</w:t>
      </w:r>
    </w:p>
    <w:p w14:paraId="0747594F" w14:textId="77777777" w:rsidR="0052065C" w:rsidRPr="00F1143E" w:rsidRDefault="0052065C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5739E1DF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4. Se aprobă asigurarea din &lt;sursa fondurilor&gt; a sumelor declarate neeligibile pe parcursul implementării proiectului, altele decât cele prevăzute în bugetul inițial, precum și cheltuielile conexe/auxiliare ce pot apărea pe durata implementării proiectului, pentru implementarea acestuia în condiții optime.</w:t>
      </w:r>
    </w:p>
    <w:p w14:paraId="629B0E5D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5. Se aprobă asigurarea tuturor resurselor financiare și efectuarea tuturor cheltuielilor necesare implementării proiectului în condițiile rambursării/ decontării ulterioare a cheltuielilor eligibile din instrumente structurale în conformitate cu prevederile contractului de finanțare.</w:t>
      </w:r>
    </w:p>
    <w:p w14:paraId="7182E44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6. Se vor asigura sumele reprezentând cheltuielile de funcționare și întreținere aferente proiectului, în vederea sustenabilității financiare a acestuia.</w:t>
      </w:r>
    </w:p>
    <w:p w14:paraId="457C06C7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ART 7.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14:paraId="421CE6B8" w14:textId="77777777"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69CC064B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Prezenta hotărâre a fost adoptată astăzi, .......</w:t>
      </w:r>
    </w:p>
    <w:p w14:paraId="531A6933" w14:textId="77777777" w:rsidR="00F53C23" w:rsidRPr="00F1143E" w:rsidRDefault="00F53C23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3742B05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Asociat unic/Asociați/Acționari,</w:t>
      </w:r>
    </w:p>
    <w:p w14:paraId="14736873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14:paraId="2A7AC6C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p w14:paraId="43280F84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</w:p>
    <w:p w14:paraId="72E80B46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Nume/prenume</w:t>
      </w:r>
    </w:p>
    <w:p w14:paraId="4B0571D8" w14:textId="77777777" w:rsidR="00F864BD" w:rsidRPr="00F1143E" w:rsidRDefault="00F864BD" w:rsidP="00F1143E">
      <w:pPr>
        <w:spacing w:after="160" w:line="259" w:lineRule="auto"/>
        <w:jc w:val="both"/>
        <w:rPr>
          <w:rFonts w:ascii="Calibri" w:eastAsia="Calibri" w:hAnsi="Calibri"/>
          <w:noProof w:val="0"/>
          <w:lang w:eastAsia="en-US"/>
        </w:rPr>
      </w:pPr>
      <w:r w:rsidRPr="00F1143E">
        <w:rPr>
          <w:rFonts w:ascii="Calibri" w:eastAsia="Calibri" w:hAnsi="Calibri"/>
          <w:noProof w:val="0"/>
          <w:lang w:eastAsia="en-US"/>
        </w:rPr>
        <w:t>Semnătura</w:t>
      </w:r>
    </w:p>
    <w:bookmarkEnd w:id="0"/>
    <w:p w14:paraId="2AED3739" w14:textId="77777777" w:rsidR="00F864BD" w:rsidRPr="00F1143E" w:rsidRDefault="00F864BD" w:rsidP="00F1143E">
      <w:pPr>
        <w:pStyle w:val="Antet"/>
        <w:jc w:val="both"/>
        <w:rPr>
          <w:rFonts w:ascii="Calibri" w:eastAsia="Calibri" w:hAnsi="Calibri" w:cs="Calibri"/>
          <w:b/>
        </w:rPr>
      </w:pPr>
    </w:p>
    <w:sectPr w:rsidR="00F864BD" w:rsidRPr="00F1143E" w:rsidSect="00681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400CE" w14:textId="77777777" w:rsidR="002A3068" w:rsidRDefault="002A3068">
      <w:r>
        <w:separator/>
      </w:r>
    </w:p>
  </w:endnote>
  <w:endnote w:type="continuationSeparator" w:id="0">
    <w:p w14:paraId="35108A1B" w14:textId="77777777" w:rsidR="002A3068" w:rsidRDefault="002A3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2B022" w14:textId="77777777" w:rsidR="004E47E2" w:rsidRDefault="004E47E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02EE8142" w14:textId="77777777">
      <w:trPr>
        <w:cantSplit/>
        <w:trHeight w:hRule="exact" w:val="340"/>
        <w:hidden/>
      </w:trPr>
      <w:tc>
        <w:tcPr>
          <w:tcW w:w="9210" w:type="dxa"/>
        </w:tcPr>
        <w:p w14:paraId="53DDE6DD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12E173B5" w14:textId="77777777" w:rsidR="00F12E7F" w:rsidRDefault="008E148B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 wp14:anchorId="5635A78F" wp14:editId="6369F46F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D33E35" wp14:editId="2D066912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9F2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33E35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" filled="f" stroked="f">
              <v:textbox>
                <w:txbxContent>
                  <w:p w14:paraId="0049F262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9F9AE14" wp14:editId="2A982D9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4D975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F9AE14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CZiI3mdojtk6usFZq+N6fBvXF+uv5uiI+9Gy63HTop5c+bqBR6viWp1e8ZL7Un5Fei&#10;ELLqcmXotbaO6OoERyAAaPwcycrS5MfzbLDh1t8Vq90gt0s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CZiI3mdojtOrrBV6zjenwb1w/rr+b3sfejZtbjp0U8ufN&#10;1Ao9XxDU6yf1t/J+ZXohBy6jJm99bo7o6gRXMAAAAFx4OZNtTkx7++rv/BL4dbbJavfANEs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W63jOn0+9cc87k7o6o+9H&#10;zazHj6K+VbzdQKLV8R1GsmecvMU+ZXohBy6jJmnyrbR3R1AiOQAAAAAAAncHyc3xLF3W8mXbR25O&#10;or5+gGsWo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Wu4np9HExa&#10;eXk+ZXr+/ucc2px4eiZ3t3QCg1vFNRrN6zbkY/mV/PvQM2qyZujfk17oBBcQAAAAAAAAAHTT35vU&#10;Y7/NtEvWOeTkrPdINrE7xE965jpgH0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x1Oqw6WnKzZIr3R2z6IeMmWmKu97RAKDXcbzZ96YP1WPv+VPsQc2tvfeMfk1/EFWig+AA&#10;AAAAAAAAAAANnocnO6PDfvrC4wW5WGlu+Ad3s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8tatKza0xWsdczPU+TMRG8ztAKbXcdrXfHpI5U/vJ6vuRM+uiN64umfnSCiy5cma8&#10;3y3m9p7ZlBte17cq0zM+cHh8AAAAAAAAAAAAAAAGp4Fk5fDqx21mYWehtytPEd07AsUg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EHX8VwaLev7TL8yJ6vTPY4Z9VTD0e+t3QDO6&#10;3X59bffJbavZSOqFfmz3zT5U9HZEdQIrmAAAAAAAAAAAAAAAAAAvvBrJ5ObH54sncOt0Xr94LxN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eM2bHgxzky2itY65l5vetKza07RAKDX&#10;8cyZd8el3x0+d8qfYg59ba+9cXkx39sgqJmZneZ3lE6wfAAAAAAAAAAAAAAAAAAAAWng/k5GvmvZ&#10;espOgttn274Bplk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Cu4hxfDpN6U2yZe6O&#10;qPSj6jV0xeTXyr93cDO6rV5tXk5ea2/dEdUK/LlvltvefuBweAAAAAAAAAAAAAAAAAAAAAAErhuT&#10;mtfhtv8AK2dNNbk56T5wbBb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PGXLTDjnJkt&#10;Fax1zL5a1aVm1p2iO0FBxHjd82+PS70p227Z9iBqNbN/Jxb1r39sgqEQHwAAAAAAAAAAAAAAAAAA&#10;AAAAAHqluRetu6dyJ2tE9wNtjtF8dbR2xErqs71ie+Aen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RNdxHDoq+XPKyT1Ujrn2OWfUUwx09NuyIBmdbrs2tycrLbasdVI6oVubPfNbe09HZHZ&#10;AIzmAAAAAAAAAAAAAAAAAAAAAAAAAAANfwrJznDsM9sV2W2ltytPSfNsCW6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MRG89EAKbiPG60icWknlW6pv2R6EPUa2K71xdM/OBQXvbJabXtNrT1z&#10;M7zKBMzad7TMzPbIPIAAAAAAAAAAAAAAAAAAAAAAAAAAAADS+DuTlaK1PmWWPD7b4ZjukFql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r8IMPOaGMkR047b/dKNr6crByu2sgzKtAAAAAAAAAAAAAAAAA&#10;AAAAAAAAAAAAAAAAAafgGTl8P5PzLTCy0Ft8G3dILN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Ck8JMO9MWeI6p5M/l+aFxGnRW/3AoEEAAAAAAAAAAAA&#10;AAAAAAAAAAAAAAAAAAAAEjQZOa12G/daHvBbk56T5wbJc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lqNPi1WKceakWr+Meh5yY65a8m8bwDN8R4Tl0czekTkw/Ojrj0q3UaW+GZtHlU7+4Fc4AAAAA&#10;AAAAAAAAAAAAAAAAAAAAAAAAAAAAsOB4+XxKk7e9ibf+/wAXfRV5Wpr5o3Bqlo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6314D975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1A3BD9" wp14:editId="2876B19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8ABD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AA4BEC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D36CAAD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1A3BD9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" stroked="f">
              <v:stroke dashstyle="1 1" endcap="round"/>
              <v:textbox>
                <w:txbxContent>
                  <w:p w14:paraId="0FB8ABD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AA4BEC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D36CAAD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 wp14:anchorId="6C8721A7" wp14:editId="1722E7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0991B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7393C" w14:textId="77777777" w:rsidR="00072DDE" w:rsidRDefault="008E148B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 wp14:anchorId="50202BE4" wp14:editId="7D40BA4B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37C1BD" wp14:editId="7110381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CCB50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37C1BD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" filled="f" stroked="f">
              <v:textbox>
                <w:txbxContent>
                  <w:p w14:paraId="16CCCB50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645A32E" wp14:editId="0891CBE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1AFA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45A32E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JmIjeZ2iO2Tq6wVmr43p8G9cX66/m6Ij70bLrcdOinlz5uoFHq+JanV7xkvtSfkV6IQ&#10;supyZei1to7o6gRHIABo/BzJytLkx/NssOHW3xWr3SC3S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JmIjeZ2iO06usFXrON6fBvXD+uv5vex96Nm1uOnRTy583U&#10;Cj1fENTrJ/W38n5leiEHLqMmb31ujujqBFcwAAAAXHg5k21OTHv76u/8Evh1tslq98A0S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reM6fT71xzzuTujqj70fN&#10;rMePor5VvN1AotXxHUayZ5y8xT5leiEHLqMmafKttHdHUCI5AAAAAAACdwfJzfEsXdbyZdtHbk6i&#10;vn6Aaxa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ha7ien0cTFp5&#10;eT5lev7+5xzanHh6Jne3dAKDW8U1Gs3rNuRj+ZX8+9AzarJm6N+TXugEFxAAAAAAAAAAdNPfm9Rj&#10;v820S9Y55OSs90g2sTvET3rmOmAfQ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HU6rDpacrNkivdHbPoh4yZaYq73tEAoNdxvNn3pg/VY+/5U+xBza2994x+TX8QVaKD4AAA&#10;AAAAAAAAAA2ehyc7o8N++sLjBblYaW74B3ew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y1q0rNrTFax1zM9T5MxEbzO0Aptdx2td8ekjlT+8nq+5Ez66I3ri6Z+dIKLLlyZrzf&#10;Leb2ntmUG17XtyrTMz5weHwAAAAAAAAAAAAAAAangWTl8OrHbWZhZ6G3K08R3TsCxS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QdfxXBot6/tMvzInq9M9jhn1VMPR763dAM7rd&#10;fn1t98ltq9lI6oV+bPfNPlT0dkR1AiuYAAAAAAAAAAAAAAAAAC+8Gsnk5sfniydw63Rev3gvE0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B4zZseDHOTLaK1jrmXm960rNrTtEAoNfx&#10;zJl3x6XfHT53yp9iDn1tr71xeTHf2yComZmd5neUTrB8AAAAAAAAAAAAAAAAAAABaeD+Tka+a9l6&#10;yk6C22fbvgGmWQ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K7iHF8Ok3pTbJl7o6o&#10;9KPqNXTF5NfKv3dwM7qtXm1eTl5rb90R1Qr8uW+W295+4HB4AAAAAAAAAAAAAAAAAAAAAASuG5Oa&#10;1+G2/wArZ001uTnpPnBsFu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8ZctMOOcmS0V&#10;rHXMvlrVpWbWnaI7QUHEeN3zb49LvSnbbtn2IGo1s38nFvWvf2yCoRAfAAAAAAAAAAAAAAAAAAAA&#10;AAAAeqW5F627p3Ina0T3A22O0Xx1tHbESuqzvWJ74B6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BE13EcOir5c8rJPVSOufY5Z9RTDHT027IgGZ1uuza3Jysttqx1UjqhW5s981t7T0dkdkA&#10;jOYAAAAAAAAAAAAAAAAAAAAAAAAAAA1/CsnOcOwz2xXZbaW3K09J82wJb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MxEbz0QApuI8brSJxaSeVbqm/ZHoQ9RrYrvXF0z84FBe9slpte02tPXMz&#10;vMoEzNp3tMzM9sg8gAAAAAAAAAAAAAAAAAAAAAAAAAAAANL4O5OVorU+ZZY8PtvhmO6QWq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KTwkw70xZ4jqnkz+X5oXEadFb/cCgQQAAAAAAAAAAAAA&#10;AAAAAAAAAAAAAAAAAAASNBk5rXYb91oe8FuTnpPnBslw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OWo0+LVYpx5qRav4x6HnJjrlrybxvAM3xHhOXRzN6ROTD86OuPSrdRpb4Zm0eVTv7gVzgAAAAAA&#10;AAAAAAAAAAAAAAAAAAAAAAAAAACw4Hj5fEqTt72Jt/7/ABd9FXlamvmjcGqWg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2DF1AFA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C47BBCC" wp14:editId="46FC765F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467074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A54B8BA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F3FA65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47BBCC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" stroked="f">
              <v:stroke dashstyle="1 1" endcap="round"/>
              <v:textbox>
                <w:txbxContent>
                  <w:p w14:paraId="05467074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A54B8BA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F3FA65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 wp14:anchorId="5E55FE9D" wp14:editId="2415C0A7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C51AF" w14:textId="77777777" w:rsidR="002A3068" w:rsidRDefault="002A3068">
      <w:r>
        <w:separator/>
      </w:r>
    </w:p>
  </w:footnote>
  <w:footnote w:type="continuationSeparator" w:id="0">
    <w:p w14:paraId="73076805" w14:textId="77777777" w:rsidR="002A3068" w:rsidRDefault="002A3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FD0F" w14:textId="6A6C19E4" w:rsidR="004E47E2" w:rsidRDefault="0028058F">
    <w:pPr>
      <w:pStyle w:val="Antet"/>
    </w:pPr>
    <w:r>
      <w:pict w14:anchorId="029A09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4" o:spid="_x0000_s7170" type="#_x0000_t136" style="position:absolute;margin-left:0;margin-top:0;width:590.65pt;height:90.8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1272" w14:textId="4034AB00" w:rsidR="002B3BB9" w:rsidRPr="00851382" w:rsidRDefault="0028058F">
    <w:pPr>
      <w:pStyle w:val="Antet"/>
      <w:rPr>
        <w:color w:val="999999"/>
      </w:rPr>
    </w:pPr>
    <w:r>
      <w:pict w14:anchorId="1733FB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5" o:spid="_x0000_s7171" type="#_x0000_t136" style="position:absolute;margin-left:0;margin-top:0;width:590.65pt;height:90.8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E148B"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E19BF76" wp14:editId="4CD3036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8C848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6C63D23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E19BF76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718C848E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6C63D23" w14:textId="77777777"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F1143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14:paraId="55F8725C" w14:textId="77777777" w:rsidR="002B3BB9" w:rsidRDefault="002B3BB9"/>
  <w:p w14:paraId="3748102F" w14:textId="77777777" w:rsidR="002B3BB9" w:rsidRDefault="002B3BB9"/>
  <w:p w14:paraId="62A1AFF7" w14:textId="77777777" w:rsidR="002B3BB9" w:rsidRDefault="002B3BB9"/>
  <w:p w14:paraId="6FE88F36" w14:textId="77777777"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27849" w14:textId="104EE40C" w:rsidR="002B3BB9" w:rsidRDefault="0028058F">
    <w:pPr>
      <w:pStyle w:val="Antet"/>
      <w:tabs>
        <w:tab w:val="clear" w:pos="4536"/>
        <w:tab w:val="clear" w:pos="9072"/>
        <w:tab w:val="left" w:pos="6473"/>
      </w:tabs>
    </w:pPr>
    <w:r>
      <w:pict w14:anchorId="4155B6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0824843" o:spid="_x0000_s7169" type="#_x0000_t136" style="position:absolute;margin-left:0;margin-top:0;width:590.65pt;height:90.8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8E148B">
      <w:rPr>
        <w:lang w:val="en-US" w:eastAsia="en-US"/>
      </w:rPr>
      <w:drawing>
        <wp:anchor distT="0" distB="0" distL="114300" distR="114300" simplePos="0" relativeHeight="251652096" behindDoc="0" locked="0" layoutInCell="1" allowOverlap="1" wp14:anchorId="31282413" wp14:editId="6BFCB07C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3120" behindDoc="0" locked="0" layoutInCell="1" allowOverlap="1" wp14:anchorId="580B7F1B" wp14:editId="4C18049A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148B">
      <w:rPr>
        <w:lang w:val="en-US" w:eastAsia="en-US"/>
      </w:rPr>
      <w:drawing>
        <wp:anchor distT="0" distB="0" distL="114300" distR="114300" simplePos="0" relativeHeight="251654144" behindDoc="0" locked="0" layoutInCell="1" allowOverlap="1" wp14:anchorId="507560F6" wp14:editId="42158F1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 w16cid:durableId="1689022383">
    <w:abstractNumId w:val="5"/>
  </w:num>
  <w:num w:numId="2" w16cid:durableId="203635928">
    <w:abstractNumId w:val="4"/>
  </w:num>
  <w:num w:numId="3" w16cid:durableId="141045658">
    <w:abstractNumId w:val="3"/>
  </w:num>
  <w:num w:numId="4" w16cid:durableId="564334924">
    <w:abstractNumId w:val="11"/>
  </w:num>
  <w:num w:numId="5" w16cid:durableId="455105522">
    <w:abstractNumId w:val="0"/>
  </w:num>
  <w:num w:numId="6" w16cid:durableId="1190796858">
    <w:abstractNumId w:val="10"/>
  </w:num>
  <w:num w:numId="7" w16cid:durableId="2837313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6484240">
    <w:abstractNumId w:val="7"/>
  </w:num>
  <w:num w:numId="9" w16cid:durableId="1290012611">
    <w:abstractNumId w:val="9"/>
  </w:num>
  <w:num w:numId="10" w16cid:durableId="51084857">
    <w:abstractNumId w:val="13"/>
  </w:num>
  <w:num w:numId="11" w16cid:durableId="268974561">
    <w:abstractNumId w:val="8"/>
  </w:num>
  <w:num w:numId="12" w16cid:durableId="451048740">
    <w:abstractNumId w:val="12"/>
  </w:num>
  <w:num w:numId="13" w16cid:durableId="608514089">
    <w:abstractNumId w:val="14"/>
  </w:num>
  <w:num w:numId="14" w16cid:durableId="603149597">
    <w:abstractNumId w:val="15"/>
  </w:num>
  <w:num w:numId="15" w16cid:durableId="1727023796">
    <w:abstractNumId w:val="2"/>
  </w:num>
  <w:num w:numId="16" w16cid:durableId="163666013">
    <w:abstractNumId w:val="1"/>
  </w:num>
  <w:num w:numId="17" w16cid:durableId="12564034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72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362B9"/>
    <w:rsid w:val="00063CF6"/>
    <w:rsid w:val="00072DDE"/>
    <w:rsid w:val="00080850"/>
    <w:rsid w:val="0009018B"/>
    <w:rsid w:val="00094830"/>
    <w:rsid w:val="000A738A"/>
    <w:rsid w:val="000C2AAE"/>
    <w:rsid w:val="00110896"/>
    <w:rsid w:val="00114571"/>
    <w:rsid w:val="001175F2"/>
    <w:rsid w:val="0012685D"/>
    <w:rsid w:val="001357F6"/>
    <w:rsid w:val="00141ED9"/>
    <w:rsid w:val="00144BFD"/>
    <w:rsid w:val="0016540B"/>
    <w:rsid w:val="00183F78"/>
    <w:rsid w:val="001C4BDF"/>
    <w:rsid w:val="001E7D06"/>
    <w:rsid w:val="00243C03"/>
    <w:rsid w:val="00243E78"/>
    <w:rsid w:val="00255002"/>
    <w:rsid w:val="00260002"/>
    <w:rsid w:val="0028058F"/>
    <w:rsid w:val="002A3068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E47E2"/>
    <w:rsid w:val="0052065C"/>
    <w:rsid w:val="00523BEA"/>
    <w:rsid w:val="005266F7"/>
    <w:rsid w:val="00561F8E"/>
    <w:rsid w:val="00584A23"/>
    <w:rsid w:val="005A2511"/>
    <w:rsid w:val="005A6B00"/>
    <w:rsid w:val="005C0108"/>
    <w:rsid w:val="005C21C9"/>
    <w:rsid w:val="005C7AFF"/>
    <w:rsid w:val="005E04A0"/>
    <w:rsid w:val="00612F96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54551"/>
    <w:rsid w:val="00757A9D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148B"/>
    <w:rsid w:val="008E31C9"/>
    <w:rsid w:val="008E7688"/>
    <w:rsid w:val="008F1117"/>
    <w:rsid w:val="008F2F82"/>
    <w:rsid w:val="00920355"/>
    <w:rsid w:val="00927C4B"/>
    <w:rsid w:val="00936CF8"/>
    <w:rsid w:val="00945E4C"/>
    <w:rsid w:val="00950345"/>
    <w:rsid w:val="0095716B"/>
    <w:rsid w:val="00973F0D"/>
    <w:rsid w:val="009F711B"/>
    <w:rsid w:val="00A06DE4"/>
    <w:rsid w:val="00A4712A"/>
    <w:rsid w:val="00A82042"/>
    <w:rsid w:val="00A96492"/>
    <w:rsid w:val="00AB1EDA"/>
    <w:rsid w:val="00AE4990"/>
    <w:rsid w:val="00B15233"/>
    <w:rsid w:val="00B24E12"/>
    <w:rsid w:val="00B51BDD"/>
    <w:rsid w:val="00B565C5"/>
    <w:rsid w:val="00B671E8"/>
    <w:rsid w:val="00B73711"/>
    <w:rsid w:val="00B920FA"/>
    <w:rsid w:val="00BC7BB0"/>
    <w:rsid w:val="00BD3175"/>
    <w:rsid w:val="00C05C7A"/>
    <w:rsid w:val="00C416F1"/>
    <w:rsid w:val="00C57EC0"/>
    <w:rsid w:val="00C707BE"/>
    <w:rsid w:val="00C82AD1"/>
    <w:rsid w:val="00C916A3"/>
    <w:rsid w:val="00CC6C98"/>
    <w:rsid w:val="00D20F33"/>
    <w:rsid w:val="00D22014"/>
    <w:rsid w:val="00D34391"/>
    <w:rsid w:val="00D3649F"/>
    <w:rsid w:val="00D63277"/>
    <w:rsid w:val="00D94812"/>
    <w:rsid w:val="00DB59B7"/>
    <w:rsid w:val="00DD113C"/>
    <w:rsid w:val="00E31672"/>
    <w:rsid w:val="00E42F15"/>
    <w:rsid w:val="00E44DDB"/>
    <w:rsid w:val="00E753B1"/>
    <w:rsid w:val="00E8700E"/>
    <w:rsid w:val="00E91751"/>
    <w:rsid w:val="00E94ED1"/>
    <w:rsid w:val="00EA048C"/>
    <w:rsid w:val="00EB4E46"/>
    <w:rsid w:val="00EF25AA"/>
    <w:rsid w:val="00EF6CD7"/>
    <w:rsid w:val="00F07CA5"/>
    <w:rsid w:val="00F1143E"/>
    <w:rsid w:val="00F12E7F"/>
    <w:rsid w:val="00F302EB"/>
    <w:rsid w:val="00F35E6C"/>
    <w:rsid w:val="00F53C23"/>
    <w:rsid w:val="00F864BD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2"/>
    <o:shapelayout v:ext="edit">
      <o:idmap v:ext="edit" data="1"/>
    </o:shapelayout>
  </w:shapeDefaults>
  <w:decimalSymbol w:val="."/>
  <w:listSeparator w:val=","/>
  <w14:docId w14:val="303E9CC7"/>
  <w15:chartTrackingRefBased/>
  <w15:docId w15:val="{6D0BD4E2-364A-4B9F-905C-2632D6D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023CA-946E-42B4-90E7-3885B1343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2</Pages>
  <Words>397</Words>
  <Characters>2614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3005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Lucia Brabete</cp:lastModifiedBy>
  <cp:revision>5</cp:revision>
  <cp:lastPrinted>2022-03-29T08:07:00Z</cp:lastPrinted>
  <dcterms:created xsi:type="dcterms:W3CDTF">2023-08-29T09:22:00Z</dcterms:created>
  <dcterms:modified xsi:type="dcterms:W3CDTF">2024-03-07T06:51:00Z</dcterms:modified>
</cp:coreProperties>
</file>